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84F581" w14:textId="77777777" w:rsidR="002A78F5" w:rsidRDefault="002A78F5" w:rsidP="00A61467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LK-Q1-VI</w:t>
      </w:r>
    </w:p>
    <w:p w14:paraId="33CB1C86" w14:textId="77777777" w:rsidR="001A5377" w:rsidRDefault="001A5377" w:rsidP="00A61467">
      <w:pPr>
        <w:numPr>
          <w:ilvl w:val="0"/>
          <w:numId w:val="10"/>
        </w:numPr>
        <w:spacing w:after="0"/>
        <w:ind w:left="284" w:hanging="284"/>
        <w:rPr>
          <w:rFonts w:ascii="Arial" w:hAnsi="Arial" w:cs="Arial"/>
          <w:b/>
        </w:rPr>
      </w:pPr>
      <w:r w:rsidRPr="001A5377">
        <w:rPr>
          <w:rFonts w:ascii="Arial" w:hAnsi="Arial" w:cs="Arial"/>
          <w:b/>
        </w:rPr>
        <w:t>Analyse von Graphen in verschiedenen Kontexten</w:t>
      </w:r>
    </w:p>
    <w:p w14:paraId="1211FF2C" w14:textId="77777777" w:rsidR="001A5377" w:rsidRPr="001A5377" w:rsidRDefault="001A5377" w:rsidP="00A61467">
      <w:pPr>
        <w:spacing w:after="0"/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(a) Grundlegende Begriffe</w:t>
      </w:r>
    </w:p>
    <w:p w14:paraId="57770131" w14:textId="77777777" w:rsidR="001A5377" w:rsidRDefault="001A5377" w:rsidP="000B04E9">
      <w:pPr>
        <w:spacing w:after="0"/>
        <w:rPr>
          <w:rFonts w:ascii="Arial" w:hAnsi="Arial" w:cs="Arial"/>
          <w:b/>
        </w:rPr>
      </w:pPr>
    </w:p>
    <w:p w14:paraId="0B759636" w14:textId="77777777" w:rsidR="007E34D9" w:rsidRPr="006D2C8D" w:rsidRDefault="001A5377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Beispiel (a): </w:t>
      </w:r>
      <w:r w:rsidR="007E34D9" w:rsidRPr="004411F0">
        <w:rPr>
          <w:rFonts w:ascii="Arial" w:hAnsi="Arial" w:cs="Arial"/>
          <w:b/>
        </w:rPr>
        <w:t>Haus des Nikolaus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7E34D9" w:rsidRPr="00BC78FD" w14:paraId="5147CCE8" w14:textId="77777777" w:rsidTr="00BC78FD">
        <w:tc>
          <w:tcPr>
            <w:tcW w:w="2518" w:type="dxa"/>
            <w:shd w:val="clear" w:color="auto" w:fill="auto"/>
            <w:vAlign w:val="center"/>
          </w:tcPr>
          <w:p w14:paraId="39104E30" w14:textId="77777777" w:rsidR="007E34D9" w:rsidRPr="00BC78FD" w:rsidRDefault="002A78F5" w:rsidP="00BC78F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17519087" wp14:editId="2F22403E">
                  <wp:extent cx="1439545" cy="1819910"/>
                  <wp:effectExtent l="0" t="0" r="8255" b="889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1819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94" w:type="dxa"/>
            <w:shd w:val="clear" w:color="auto" w:fill="auto"/>
            <w:vAlign w:val="center"/>
          </w:tcPr>
          <w:p w14:paraId="41946699" w14:textId="77777777" w:rsidR="007E34D9" w:rsidRPr="00BC78FD" w:rsidRDefault="007E34D9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Wie viele Möglichkeiten gibt es, das Haus des Nikolaus zu zeichnen?</w:t>
            </w:r>
          </w:p>
          <w:p w14:paraId="7530C948" w14:textId="77777777" w:rsidR="004411F0" w:rsidRPr="00BC78FD" w:rsidRDefault="004411F0" w:rsidP="00BC78FD">
            <w:pPr>
              <w:spacing w:after="0"/>
              <w:rPr>
                <w:rFonts w:ascii="Arial" w:hAnsi="Arial" w:cs="Arial"/>
              </w:rPr>
            </w:pPr>
          </w:p>
          <w:p w14:paraId="6BA6B6DB" w14:textId="77777777" w:rsidR="007E34D9" w:rsidRPr="00BC78FD" w:rsidRDefault="004411F0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Das Haus des Nikolaus ist ein Zeichenrätsel. Ziel ist es, das spezielle Haus in einem Linienzug zu zeichnen, ohne eine der Strecken mehrfach zu durchlaufen.</w:t>
            </w:r>
          </w:p>
          <w:p w14:paraId="75C1D861" w14:textId="77777777" w:rsidR="004411F0" w:rsidRPr="00BC78FD" w:rsidRDefault="004411F0" w:rsidP="00BC78FD">
            <w:pPr>
              <w:spacing w:after="0"/>
              <w:rPr>
                <w:rFonts w:ascii="Arial" w:hAnsi="Arial" w:cs="Arial"/>
              </w:rPr>
            </w:pPr>
          </w:p>
          <w:p w14:paraId="289705F0" w14:textId="77777777" w:rsidR="004411F0" w:rsidRPr="00BC78FD" w:rsidRDefault="004411F0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Begleitet wird das Zeichnen durch folgenden gesprochenen Reim:</w:t>
            </w:r>
          </w:p>
          <w:p w14:paraId="44CB960A" w14:textId="77777777" w:rsidR="004411F0" w:rsidRPr="00BC78FD" w:rsidRDefault="004411F0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 xml:space="preserve">„Das ist das Haus vom </w:t>
            </w:r>
            <w:proofErr w:type="spellStart"/>
            <w:r w:rsidRPr="00BC78FD">
              <w:rPr>
                <w:rFonts w:ascii="Arial" w:hAnsi="Arial" w:cs="Arial"/>
              </w:rPr>
              <w:t>Ni</w:t>
            </w:r>
            <w:proofErr w:type="spellEnd"/>
            <w:r w:rsidRPr="00BC78FD">
              <w:rPr>
                <w:rFonts w:ascii="Arial" w:hAnsi="Arial" w:cs="Arial"/>
              </w:rPr>
              <w:t>-</w:t>
            </w:r>
            <w:proofErr w:type="spellStart"/>
            <w:r w:rsidRPr="00BC78FD">
              <w:rPr>
                <w:rFonts w:ascii="Arial" w:hAnsi="Arial" w:cs="Arial"/>
              </w:rPr>
              <w:t>ko</w:t>
            </w:r>
            <w:proofErr w:type="spellEnd"/>
            <w:r w:rsidRPr="00BC78FD">
              <w:rPr>
                <w:rFonts w:ascii="Arial" w:hAnsi="Arial" w:cs="Arial"/>
              </w:rPr>
              <w:t>-laus“</w:t>
            </w:r>
          </w:p>
        </w:tc>
      </w:tr>
    </w:tbl>
    <w:p w14:paraId="4A8CC0DD" w14:textId="77777777" w:rsidR="007E34D9" w:rsidRDefault="004411F0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Mathematisch gesehen handelt es sich um ein Problem der </w:t>
      </w:r>
      <w:proofErr w:type="spellStart"/>
      <w:r>
        <w:rPr>
          <w:rFonts w:ascii="Arial" w:hAnsi="Arial" w:cs="Arial"/>
        </w:rPr>
        <w:t>Graphentheorie</w:t>
      </w:r>
      <w:proofErr w:type="spellEnd"/>
      <w:r>
        <w:rPr>
          <w:rFonts w:ascii="Arial" w:hAnsi="Arial" w:cs="Arial"/>
        </w:rPr>
        <w:t>.</w:t>
      </w:r>
    </w:p>
    <w:p w14:paraId="14CFBD4C" w14:textId="77777777" w:rsidR="004411F0" w:rsidRDefault="004411F0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Von einem Knoten aus werde alle Kanten nach einer gewissen Vorschrift durchlaufen</w:t>
      </w:r>
      <w:r w:rsidR="002460AD">
        <w:rPr>
          <w:rFonts w:ascii="Arial" w:hAnsi="Arial" w:cs="Arial"/>
        </w:rPr>
        <w:t>.</w:t>
      </w:r>
    </w:p>
    <w:p w14:paraId="009DCC61" w14:textId="77777777" w:rsidR="004411F0" w:rsidRDefault="004411F0" w:rsidP="000B04E9">
      <w:pPr>
        <w:spacing w:after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831D3E" w:rsidRPr="00BC78FD" w14:paraId="0CA1B2D4" w14:textId="77777777" w:rsidTr="00BC78FD">
        <w:tc>
          <w:tcPr>
            <w:tcW w:w="2303" w:type="dxa"/>
            <w:shd w:val="clear" w:color="auto" w:fill="auto"/>
            <w:vAlign w:val="center"/>
          </w:tcPr>
          <w:p w14:paraId="40B64874" w14:textId="77777777" w:rsidR="00831D3E" w:rsidRPr="00BC78FD" w:rsidRDefault="002A78F5" w:rsidP="00BC78F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50076303" wp14:editId="466E57C9">
                  <wp:extent cx="542925" cy="977900"/>
                  <wp:effectExtent l="0" t="0" r="0" b="12700"/>
                  <wp:docPr id="3" name="Bild 3" descr="120830_NikoHaus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120830_NikoHaus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97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2C067238" w14:textId="77777777" w:rsidR="00831D3E" w:rsidRPr="00BC78FD" w:rsidRDefault="00311BE9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 xml:space="preserve">Das Haus des Nikolaus als </w:t>
            </w:r>
            <w:proofErr w:type="spellStart"/>
            <w:r w:rsidRPr="00BC78FD">
              <w:rPr>
                <w:rFonts w:ascii="Arial" w:hAnsi="Arial" w:cs="Arial"/>
              </w:rPr>
              <w:t>Prinzipzeichnung</w:t>
            </w:r>
            <w:proofErr w:type="spellEnd"/>
          </w:p>
        </w:tc>
        <w:tc>
          <w:tcPr>
            <w:tcW w:w="2303" w:type="dxa"/>
            <w:shd w:val="clear" w:color="auto" w:fill="auto"/>
            <w:vAlign w:val="center"/>
          </w:tcPr>
          <w:p w14:paraId="0E5898C0" w14:textId="77777777" w:rsidR="00831D3E" w:rsidRPr="00BC78FD" w:rsidRDefault="002A78F5" w:rsidP="00BC78F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122A90DD" wp14:editId="060435C5">
                  <wp:extent cx="887095" cy="1222375"/>
                  <wp:effectExtent l="0" t="0" r="1905" b="0"/>
                  <wp:docPr id="2" name="Bild 2" descr="120830_NikoHau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20830_NikoHau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7095" cy="122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77E8BF62" w14:textId="77777777" w:rsidR="00831D3E" w:rsidRPr="00BC78FD" w:rsidRDefault="00DA054C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Die Ecken kann man als Knoten und die Linien als Kanten</w:t>
            </w:r>
          </w:p>
          <w:p w14:paraId="3703174D" w14:textId="77777777" w:rsidR="00DA054C" w:rsidRPr="00BC78FD" w:rsidRDefault="00DA054C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eines Graphen interpretieren.</w:t>
            </w:r>
          </w:p>
        </w:tc>
      </w:tr>
    </w:tbl>
    <w:p w14:paraId="325617ED" w14:textId="77777777" w:rsidR="004411F0" w:rsidRDefault="004411F0" w:rsidP="000B04E9">
      <w:pPr>
        <w:spacing w:after="0"/>
        <w:rPr>
          <w:rFonts w:ascii="Arial" w:hAnsi="Arial" w:cs="Arial"/>
        </w:rPr>
      </w:pPr>
    </w:p>
    <w:p w14:paraId="2BE0BFAF" w14:textId="77777777" w:rsidR="00311BE9" w:rsidRPr="002A78F5" w:rsidRDefault="00311BE9" w:rsidP="000B04E9">
      <w:pPr>
        <w:spacing w:after="0"/>
        <w:rPr>
          <w:rFonts w:ascii="Arial" w:hAnsi="Arial" w:cs="Arial"/>
          <w:b/>
        </w:rPr>
      </w:pPr>
      <w:r w:rsidRPr="002A78F5">
        <w:rPr>
          <w:rFonts w:ascii="Arial" w:hAnsi="Arial" w:cs="Arial"/>
          <w:b/>
        </w:rPr>
        <w:t>Grundlegende Definition</w:t>
      </w:r>
    </w:p>
    <w:p w14:paraId="68265538" w14:textId="77777777" w:rsidR="00311BE9" w:rsidRDefault="00311BE9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Ein </w:t>
      </w:r>
      <w:proofErr w:type="spellStart"/>
      <w:r w:rsidRPr="002A78F5">
        <w:rPr>
          <w:rFonts w:ascii="Arial" w:hAnsi="Arial" w:cs="Arial"/>
          <w:b/>
        </w:rPr>
        <w:t>ungerichteter</w:t>
      </w:r>
      <w:proofErr w:type="spellEnd"/>
      <w:r>
        <w:rPr>
          <w:rFonts w:ascii="Arial" w:hAnsi="Arial" w:cs="Arial"/>
        </w:rPr>
        <w:t xml:space="preserve"> </w:t>
      </w:r>
      <w:r w:rsidRPr="00035562">
        <w:rPr>
          <w:rFonts w:ascii="Arial" w:hAnsi="Arial" w:cs="Arial"/>
          <w:b/>
        </w:rPr>
        <w:t>Graph</w:t>
      </w:r>
      <w:r>
        <w:rPr>
          <w:rFonts w:ascii="Arial" w:hAnsi="Arial" w:cs="Arial"/>
        </w:rPr>
        <w:t xml:space="preserve"> besteht aus einer Menge </w:t>
      </w:r>
      <w:r w:rsidR="001A5377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 von Knoten (</w:t>
      </w:r>
      <w:r w:rsidR="001A5377">
        <w:rPr>
          <w:rFonts w:ascii="Arial" w:hAnsi="Arial" w:cs="Arial"/>
        </w:rPr>
        <w:t>Vertices</w:t>
      </w:r>
      <w:r>
        <w:rPr>
          <w:rFonts w:ascii="Arial" w:hAnsi="Arial" w:cs="Arial"/>
        </w:rPr>
        <w:t>) und e</w:t>
      </w:r>
      <w:r w:rsidR="001A5377">
        <w:rPr>
          <w:rFonts w:ascii="Arial" w:hAnsi="Arial" w:cs="Arial"/>
        </w:rPr>
        <w:t>iner Menge E</w:t>
      </w:r>
      <w:r>
        <w:rPr>
          <w:rFonts w:ascii="Arial" w:hAnsi="Arial" w:cs="Arial"/>
        </w:rPr>
        <w:t xml:space="preserve"> von Kanten</w:t>
      </w:r>
      <w:r w:rsidR="001A5377">
        <w:rPr>
          <w:rFonts w:ascii="Arial" w:hAnsi="Arial" w:cs="Arial"/>
        </w:rPr>
        <w:t xml:space="preserve"> (</w:t>
      </w:r>
      <w:proofErr w:type="spellStart"/>
      <w:r w:rsidR="001A5377">
        <w:rPr>
          <w:rFonts w:ascii="Arial" w:hAnsi="Arial" w:cs="Arial"/>
        </w:rPr>
        <w:t>Edge</w:t>
      </w:r>
      <w:r w:rsidR="00A913F5">
        <w:rPr>
          <w:rFonts w:ascii="Arial" w:hAnsi="Arial" w:cs="Arial"/>
        </w:rPr>
        <w:t>s</w:t>
      </w:r>
      <w:proofErr w:type="spellEnd"/>
      <w:r w:rsidR="001A5377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  <w:r w:rsidR="000019A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Eine Kante ist gegeben durch ein ungeordnetes Paar von Knoten.</w:t>
      </w:r>
    </w:p>
    <w:p w14:paraId="21A02B79" w14:textId="77777777" w:rsidR="006F5829" w:rsidRDefault="006F5829" w:rsidP="000019AF">
      <w:pPr>
        <w:spacing w:after="0"/>
        <w:rPr>
          <w:rFonts w:ascii="Arial" w:hAnsi="Arial" w:cs="Arial"/>
        </w:rPr>
      </w:pPr>
    </w:p>
    <w:p w14:paraId="18B08A8A" w14:textId="77777777" w:rsidR="006F5829" w:rsidRDefault="000019AF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Ein </w:t>
      </w:r>
      <w:r w:rsidRPr="002A78F5">
        <w:rPr>
          <w:rFonts w:ascii="Arial" w:hAnsi="Arial" w:cs="Arial"/>
          <w:b/>
        </w:rPr>
        <w:t>gerichteter</w:t>
      </w:r>
      <w:r>
        <w:rPr>
          <w:rFonts w:ascii="Arial" w:hAnsi="Arial" w:cs="Arial"/>
        </w:rPr>
        <w:t xml:space="preserve"> </w:t>
      </w:r>
      <w:r w:rsidRPr="00035562">
        <w:rPr>
          <w:rFonts w:ascii="Arial" w:hAnsi="Arial" w:cs="Arial"/>
          <w:b/>
        </w:rPr>
        <w:t>Graph</w:t>
      </w:r>
      <w:r>
        <w:rPr>
          <w:rFonts w:ascii="Arial" w:hAnsi="Arial" w:cs="Arial"/>
        </w:rPr>
        <w:t xml:space="preserve"> besteht aus einer Menge V von Knoten (Vertices) und einer Menge E von </w:t>
      </w:r>
      <w:r w:rsidR="006F5829">
        <w:rPr>
          <w:rFonts w:ascii="Arial" w:hAnsi="Arial" w:cs="Arial"/>
        </w:rPr>
        <w:t xml:space="preserve">gerichteten </w:t>
      </w:r>
      <w:r>
        <w:rPr>
          <w:rFonts w:ascii="Arial" w:hAnsi="Arial" w:cs="Arial"/>
        </w:rPr>
        <w:t>Kanten (</w:t>
      </w:r>
      <w:proofErr w:type="spellStart"/>
      <w:r>
        <w:rPr>
          <w:rFonts w:ascii="Arial" w:hAnsi="Arial" w:cs="Arial"/>
        </w:rPr>
        <w:t>Edge</w:t>
      </w:r>
      <w:r w:rsidR="00A913F5">
        <w:rPr>
          <w:rFonts w:ascii="Arial" w:hAnsi="Arial" w:cs="Arial"/>
        </w:rPr>
        <w:t>s</w:t>
      </w:r>
      <w:proofErr w:type="spellEnd"/>
      <w:r>
        <w:rPr>
          <w:rFonts w:ascii="Arial" w:hAnsi="Arial" w:cs="Arial"/>
        </w:rPr>
        <w:t xml:space="preserve">). Eine </w:t>
      </w:r>
      <w:r w:rsidR="006F5829">
        <w:rPr>
          <w:rFonts w:ascii="Arial" w:hAnsi="Arial" w:cs="Arial"/>
        </w:rPr>
        <w:t xml:space="preserve">gerichtete </w:t>
      </w:r>
      <w:r w:rsidR="002A78F5">
        <w:rPr>
          <w:rFonts w:ascii="Arial" w:hAnsi="Arial" w:cs="Arial"/>
        </w:rPr>
        <w:t xml:space="preserve">Kante </w:t>
      </w:r>
      <w:r w:rsidR="006F5829">
        <w:rPr>
          <w:rFonts w:ascii="Arial" w:hAnsi="Arial" w:cs="Arial"/>
        </w:rPr>
        <w:t xml:space="preserve">ist gegeben durch ein </w:t>
      </w:r>
      <w:r>
        <w:rPr>
          <w:rFonts w:ascii="Arial" w:hAnsi="Arial" w:cs="Arial"/>
        </w:rPr>
        <w:t>geordnetes Paar von Knoten.</w:t>
      </w:r>
    </w:p>
    <w:p w14:paraId="47BF91D8" w14:textId="77777777" w:rsidR="006F5829" w:rsidRDefault="006F5829" w:rsidP="000B04E9">
      <w:pPr>
        <w:spacing w:after="0"/>
        <w:rPr>
          <w:rFonts w:ascii="Arial" w:hAnsi="Arial" w:cs="Arial"/>
        </w:rPr>
      </w:pPr>
    </w:p>
    <w:p w14:paraId="1B4AF0C6" w14:textId="77777777" w:rsidR="00311BE9" w:rsidRDefault="00311BE9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Haus des Nikolaus</w:t>
      </w:r>
    </w:p>
    <w:p w14:paraId="2503A596" w14:textId="77777777" w:rsidR="00311BE9" w:rsidRDefault="00311BE9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Knotenmenge E = { A, B, C, D, E }</w:t>
      </w:r>
    </w:p>
    <w:p w14:paraId="17F4342D" w14:textId="77777777" w:rsidR="00311BE9" w:rsidRDefault="00311BE9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Kantenmenge K = { (A/B), (A/C), (A/E), (B/C), (B/E), (C/D), (C/E), (D/E) }</w:t>
      </w:r>
    </w:p>
    <w:p w14:paraId="0E825D2B" w14:textId="77777777" w:rsidR="00311BE9" w:rsidRDefault="00311BE9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Bei einem </w:t>
      </w:r>
      <w:proofErr w:type="spellStart"/>
      <w:r>
        <w:rPr>
          <w:rFonts w:ascii="Arial" w:hAnsi="Arial" w:cs="Arial"/>
        </w:rPr>
        <w:t>ungerichteten</w:t>
      </w:r>
      <w:proofErr w:type="spellEnd"/>
      <w:r>
        <w:rPr>
          <w:rFonts w:ascii="Arial" w:hAnsi="Arial" w:cs="Arial"/>
        </w:rPr>
        <w:t xml:space="preserve"> Graphen bezeichnen (A/B) und (B/A) dieselbe Kante.</w:t>
      </w:r>
    </w:p>
    <w:p w14:paraId="3A3D04A7" w14:textId="77777777" w:rsidR="00FA6112" w:rsidRDefault="00FA6112" w:rsidP="000B04E9">
      <w:pPr>
        <w:spacing w:after="0"/>
        <w:rPr>
          <w:rFonts w:ascii="Arial" w:hAnsi="Arial" w:cs="Arial"/>
        </w:rPr>
      </w:pPr>
    </w:p>
    <w:p w14:paraId="51E83FD3" w14:textId="77777777" w:rsidR="00FA6112" w:rsidRPr="006F5829" w:rsidRDefault="006F5829" w:rsidP="000B04E9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</w:rPr>
        <w:br w:type="page"/>
      </w:r>
      <w:r w:rsidR="00FA6112" w:rsidRPr="006F5829">
        <w:rPr>
          <w:rFonts w:ascii="Arial" w:hAnsi="Arial" w:cs="Arial"/>
          <w:b/>
        </w:rPr>
        <w:lastRenderedPageBreak/>
        <w:t>Datenstrukturen für Graphen</w:t>
      </w:r>
    </w:p>
    <w:p w14:paraId="55E57497" w14:textId="77777777" w:rsidR="00FA6112" w:rsidRDefault="00FA6112" w:rsidP="000B04E9">
      <w:pPr>
        <w:spacing w:after="0"/>
        <w:rPr>
          <w:rFonts w:ascii="Arial" w:hAnsi="Arial" w:cs="Arial"/>
        </w:rPr>
      </w:pPr>
    </w:p>
    <w:p w14:paraId="5EB6B71F" w14:textId="77777777" w:rsidR="00FA6112" w:rsidRDefault="00FA6112" w:rsidP="000B04E9">
      <w:pPr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Adjazenzmatrix</w:t>
      </w:r>
      <w:proofErr w:type="spellEnd"/>
    </w:p>
    <w:p w14:paraId="229BFA2E" w14:textId="77777777" w:rsidR="00FA6112" w:rsidRDefault="00FA6112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Die einfachste Art der Darstellung eines Graphen ist die Darstellung als </w:t>
      </w:r>
      <w:proofErr w:type="spellStart"/>
      <w:r w:rsidRPr="00F27A2F">
        <w:rPr>
          <w:rFonts w:ascii="Courier New" w:hAnsi="Courier New" w:cs="Courier New"/>
          <w:b/>
        </w:rPr>
        <w:t>nxn</w:t>
      </w:r>
      <w:proofErr w:type="spellEnd"/>
      <w:r>
        <w:rPr>
          <w:rFonts w:ascii="Arial" w:hAnsi="Arial" w:cs="Arial"/>
        </w:rPr>
        <w:t xml:space="preserve">-Matrix. Hierbei steht der Eintrag </w:t>
      </w:r>
      <w:proofErr w:type="spellStart"/>
      <w:r w:rsidRPr="00403044">
        <w:rPr>
          <w:rFonts w:ascii="Courier New" w:hAnsi="Courier New" w:cs="Courier New"/>
          <w:b/>
        </w:rPr>
        <w:t>a</w:t>
      </w:r>
      <w:r w:rsidRPr="00403044">
        <w:rPr>
          <w:rFonts w:ascii="Courier New" w:hAnsi="Courier New" w:cs="Courier New"/>
          <w:b/>
          <w:vertAlign w:val="subscript"/>
        </w:rPr>
        <w:t>ij</w:t>
      </w:r>
      <w:proofErr w:type="spellEnd"/>
      <w:r w:rsidRPr="00403044">
        <w:rPr>
          <w:rFonts w:ascii="Courier New" w:hAnsi="Courier New" w:cs="Courier New"/>
          <w:b/>
        </w:rPr>
        <w:t xml:space="preserve"> = 1</w:t>
      </w:r>
      <w:r>
        <w:rPr>
          <w:rFonts w:ascii="Arial" w:hAnsi="Arial" w:cs="Arial"/>
        </w:rPr>
        <w:t xml:space="preserve">, falls es eine Kante von </w:t>
      </w:r>
      <w:r w:rsidRPr="00403044">
        <w:rPr>
          <w:rFonts w:ascii="Courier New" w:hAnsi="Courier New" w:cs="Courier New"/>
          <w:b/>
        </w:rPr>
        <w:t>i</w:t>
      </w:r>
      <w:r>
        <w:rPr>
          <w:rFonts w:ascii="Arial" w:hAnsi="Arial" w:cs="Arial"/>
        </w:rPr>
        <w:t xml:space="preserve"> nach </w:t>
      </w:r>
      <w:r w:rsidRPr="00403044">
        <w:rPr>
          <w:rFonts w:ascii="Courier New" w:hAnsi="Courier New" w:cs="Courier New"/>
          <w:b/>
        </w:rPr>
        <w:t>j</w:t>
      </w:r>
      <w:r>
        <w:rPr>
          <w:rFonts w:ascii="Arial" w:hAnsi="Arial" w:cs="Arial"/>
        </w:rPr>
        <w:t xml:space="preserve"> gibt, und </w:t>
      </w:r>
      <w:proofErr w:type="spellStart"/>
      <w:r w:rsidRPr="00403044">
        <w:rPr>
          <w:rFonts w:ascii="Courier New" w:hAnsi="Courier New" w:cs="Courier New"/>
          <w:b/>
        </w:rPr>
        <w:t>a</w:t>
      </w:r>
      <w:r w:rsidRPr="00403044">
        <w:rPr>
          <w:rFonts w:ascii="Courier New" w:hAnsi="Courier New" w:cs="Courier New"/>
          <w:b/>
          <w:vertAlign w:val="subscript"/>
        </w:rPr>
        <w:t>ij</w:t>
      </w:r>
      <w:proofErr w:type="spellEnd"/>
      <w:r w:rsidRPr="00403044">
        <w:rPr>
          <w:rFonts w:ascii="Courier New" w:hAnsi="Courier New" w:cs="Courier New"/>
          <w:b/>
        </w:rPr>
        <w:t xml:space="preserve"> = 0</w:t>
      </w:r>
      <w:r>
        <w:rPr>
          <w:rFonts w:ascii="Arial" w:hAnsi="Arial" w:cs="Arial"/>
        </w:rPr>
        <w:t xml:space="preserve">, falls keine Kante von </w:t>
      </w:r>
      <w:r w:rsidRPr="00403044">
        <w:rPr>
          <w:rFonts w:ascii="Courier New" w:hAnsi="Courier New" w:cs="Courier New"/>
          <w:b/>
        </w:rPr>
        <w:t>i</w:t>
      </w:r>
      <w:r>
        <w:rPr>
          <w:rFonts w:ascii="Arial" w:hAnsi="Arial" w:cs="Arial"/>
        </w:rPr>
        <w:t xml:space="preserve"> nach </w:t>
      </w:r>
      <w:r w:rsidRPr="00403044">
        <w:rPr>
          <w:rFonts w:ascii="Courier New" w:hAnsi="Courier New" w:cs="Courier New"/>
          <w:b/>
        </w:rPr>
        <w:t>j</w:t>
      </w:r>
      <w:r>
        <w:rPr>
          <w:rFonts w:ascii="Arial" w:hAnsi="Arial" w:cs="Arial"/>
        </w:rPr>
        <w:t xml:space="preserve"> existiert.</w:t>
      </w:r>
    </w:p>
    <w:p w14:paraId="54D968FD" w14:textId="77777777" w:rsidR="00FA6112" w:rsidRDefault="00A913F5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Die folgende Tabelle stellt die </w:t>
      </w:r>
      <w:proofErr w:type="spellStart"/>
      <w:r>
        <w:rPr>
          <w:rFonts w:ascii="Arial" w:hAnsi="Arial" w:cs="Arial"/>
        </w:rPr>
        <w:t>Adjazenzmatrix</w:t>
      </w:r>
      <w:proofErr w:type="spellEnd"/>
      <w:r>
        <w:rPr>
          <w:rFonts w:ascii="Arial" w:hAnsi="Arial" w:cs="Arial"/>
        </w:rPr>
        <w:t xml:space="preserve"> für den Graphen „Haus des Nikolaus“ dar: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</w:tblGrid>
      <w:tr w:rsidR="00FA6112" w:rsidRPr="00BC78FD" w14:paraId="7E8FE4A5" w14:textId="77777777" w:rsidTr="00BC78FD">
        <w:trPr>
          <w:jc w:val="center"/>
        </w:trPr>
        <w:tc>
          <w:tcPr>
            <w:tcW w:w="567" w:type="dxa"/>
            <w:shd w:val="clear" w:color="auto" w:fill="auto"/>
          </w:tcPr>
          <w:p w14:paraId="339D872E" w14:textId="77777777" w:rsidR="00FA6112" w:rsidRPr="00BC78FD" w:rsidRDefault="00FA6112" w:rsidP="00BC78F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3D57BE50" w14:textId="77777777" w:rsidR="00FA6112" w:rsidRPr="00BC78FD" w:rsidRDefault="00FA6112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A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6A2CCB4B" w14:textId="77777777" w:rsidR="00FA6112" w:rsidRPr="00BC78FD" w:rsidRDefault="00FA6112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B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537FD9FB" w14:textId="77777777" w:rsidR="00FA6112" w:rsidRPr="00BC78FD" w:rsidRDefault="00FA6112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C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6ADA54F0" w14:textId="77777777" w:rsidR="00FA6112" w:rsidRPr="00BC78FD" w:rsidRDefault="00FA6112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54F96476" w14:textId="77777777" w:rsidR="00FA6112" w:rsidRPr="00BC78FD" w:rsidRDefault="00FA6112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E</w:t>
            </w:r>
          </w:p>
        </w:tc>
      </w:tr>
      <w:tr w:rsidR="00FA6112" w:rsidRPr="00BC78FD" w14:paraId="7007481F" w14:textId="77777777" w:rsidTr="00BC78FD">
        <w:trPr>
          <w:jc w:val="center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71438FB7" w14:textId="77777777" w:rsidR="00FA6112" w:rsidRPr="00BC78FD" w:rsidRDefault="00FA6112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D5066" w14:textId="77777777" w:rsidR="00FA6112" w:rsidRPr="00BC78FD" w:rsidRDefault="00403044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228B3" w14:textId="77777777" w:rsidR="00FA6112" w:rsidRPr="00BC78FD" w:rsidRDefault="00403044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05E73" w14:textId="77777777" w:rsidR="00FA6112" w:rsidRPr="00BC78FD" w:rsidRDefault="00403044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452B3" w14:textId="77777777" w:rsidR="00FA6112" w:rsidRPr="00BC78FD" w:rsidRDefault="00403044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54650" w14:textId="77777777" w:rsidR="00FA6112" w:rsidRPr="00BC78FD" w:rsidRDefault="00403044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1</w:t>
            </w:r>
          </w:p>
        </w:tc>
      </w:tr>
      <w:tr w:rsidR="00FA6112" w:rsidRPr="00BC78FD" w14:paraId="1F546BF5" w14:textId="77777777" w:rsidTr="00BC78FD">
        <w:trPr>
          <w:jc w:val="center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6266BE07" w14:textId="77777777" w:rsidR="00FA6112" w:rsidRPr="00BC78FD" w:rsidRDefault="00FA6112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4FA9F" w14:textId="77777777" w:rsidR="00FA6112" w:rsidRPr="00BC78FD" w:rsidRDefault="00403044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F64B3" w14:textId="77777777" w:rsidR="00FA6112" w:rsidRPr="00BC78FD" w:rsidRDefault="00403044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7170C" w14:textId="77777777" w:rsidR="00FA6112" w:rsidRPr="00BC78FD" w:rsidRDefault="00403044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BF00B" w14:textId="77777777" w:rsidR="00FA6112" w:rsidRPr="00BC78FD" w:rsidRDefault="00403044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490D1" w14:textId="77777777" w:rsidR="00FA6112" w:rsidRPr="00BC78FD" w:rsidRDefault="00403044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1</w:t>
            </w:r>
          </w:p>
        </w:tc>
      </w:tr>
      <w:tr w:rsidR="00FA6112" w:rsidRPr="00BC78FD" w14:paraId="66272994" w14:textId="77777777" w:rsidTr="00BC78FD">
        <w:trPr>
          <w:jc w:val="center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04BE5B2B" w14:textId="77777777" w:rsidR="00FA6112" w:rsidRPr="00BC78FD" w:rsidRDefault="00FA6112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C26D6" w14:textId="77777777" w:rsidR="00FA6112" w:rsidRPr="00BC78FD" w:rsidRDefault="00403044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ABA4" w14:textId="77777777" w:rsidR="00FA6112" w:rsidRPr="00BC78FD" w:rsidRDefault="00403044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7B2DA" w14:textId="77777777" w:rsidR="00FA6112" w:rsidRPr="00BC78FD" w:rsidRDefault="00403044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55433" w14:textId="77777777" w:rsidR="00FA6112" w:rsidRPr="00BC78FD" w:rsidRDefault="00403044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BFDDE" w14:textId="77777777" w:rsidR="00FA6112" w:rsidRPr="00BC78FD" w:rsidRDefault="00403044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1</w:t>
            </w:r>
          </w:p>
        </w:tc>
      </w:tr>
      <w:tr w:rsidR="00FA6112" w:rsidRPr="00BC78FD" w14:paraId="72CFB5AB" w14:textId="77777777" w:rsidTr="00BC78FD">
        <w:trPr>
          <w:jc w:val="center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0772FD3E" w14:textId="77777777" w:rsidR="00FA6112" w:rsidRPr="00BC78FD" w:rsidRDefault="00FA6112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9EB45" w14:textId="77777777" w:rsidR="00FA6112" w:rsidRPr="00BC78FD" w:rsidRDefault="00403044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3954D" w14:textId="77777777" w:rsidR="00FA6112" w:rsidRPr="00BC78FD" w:rsidRDefault="00403044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37FA4" w14:textId="77777777" w:rsidR="00FA6112" w:rsidRPr="00BC78FD" w:rsidRDefault="00403044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49A29" w14:textId="77777777" w:rsidR="00FA6112" w:rsidRPr="00BC78FD" w:rsidRDefault="00403044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AD9BC" w14:textId="77777777" w:rsidR="00FA6112" w:rsidRPr="00BC78FD" w:rsidRDefault="00403044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1</w:t>
            </w:r>
          </w:p>
        </w:tc>
      </w:tr>
      <w:tr w:rsidR="00FA6112" w:rsidRPr="00BC78FD" w14:paraId="0C4BBC8B" w14:textId="77777777" w:rsidTr="00BC78FD">
        <w:trPr>
          <w:jc w:val="center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2579600D" w14:textId="77777777" w:rsidR="00FA6112" w:rsidRPr="00BC78FD" w:rsidRDefault="00FA6112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6A12C" w14:textId="77777777" w:rsidR="00FA6112" w:rsidRPr="00BC78FD" w:rsidRDefault="00403044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1F5A4" w14:textId="77777777" w:rsidR="00FA6112" w:rsidRPr="00BC78FD" w:rsidRDefault="00403044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97A8F" w14:textId="77777777" w:rsidR="00FA6112" w:rsidRPr="00BC78FD" w:rsidRDefault="00403044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F7B98" w14:textId="77777777" w:rsidR="00FA6112" w:rsidRPr="00BC78FD" w:rsidRDefault="00403044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5402D" w14:textId="77777777" w:rsidR="00FA6112" w:rsidRPr="00BC78FD" w:rsidRDefault="00403044" w:rsidP="00BC78FD">
            <w:pPr>
              <w:spacing w:after="0"/>
              <w:rPr>
                <w:rFonts w:ascii="Arial" w:hAnsi="Arial" w:cs="Arial"/>
              </w:rPr>
            </w:pPr>
            <w:r w:rsidRPr="00BC78FD">
              <w:rPr>
                <w:rFonts w:ascii="Arial" w:hAnsi="Arial" w:cs="Arial"/>
              </w:rPr>
              <w:t>0</w:t>
            </w:r>
          </w:p>
        </w:tc>
      </w:tr>
    </w:tbl>
    <w:p w14:paraId="508CCAD4" w14:textId="77777777" w:rsidR="006F5829" w:rsidRDefault="006F5829" w:rsidP="000B04E9">
      <w:pPr>
        <w:spacing w:after="0"/>
        <w:rPr>
          <w:rFonts w:ascii="Arial" w:hAnsi="Arial" w:cs="Arial"/>
        </w:rPr>
      </w:pPr>
    </w:p>
    <w:p w14:paraId="444E18E8" w14:textId="77777777" w:rsidR="00FA6112" w:rsidRDefault="00403044" w:rsidP="000B04E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Für die </w:t>
      </w:r>
      <w:proofErr w:type="spellStart"/>
      <w:r>
        <w:rPr>
          <w:rFonts w:ascii="Arial" w:hAnsi="Arial" w:cs="Arial"/>
        </w:rPr>
        <w:t>Adjazenzmatrix</w:t>
      </w:r>
      <w:proofErr w:type="spellEnd"/>
      <w:r>
        <w:rPr>
          <w:rFonts w:ascii="Arial" w:hAnsi="Arial" w:cs="Arial"/>
        </w:rPr>
        <w:t xml:space="preserve"> werden unabhängig von der Anzahl der Kanten </w:t>
      </w:r>
      <w:r w:rsidRPr="00403044">
        <w:rPr>
          <w:rFonts w:ascii="Courier New" w:hAnsi="Courier New" w:cs="Courier New"/>
          <w:b/>
        </w:rPr>
        <w:t>n</w:t>
      </w:r>
      <w:r w:rsidRPr="00403044">
        <w:rPr>
          <w:rFonts w:ascii="Courier New" w:hAnsi="Courier New" w:cs="Courier New"/>
          <w:b/>
          <w:vertAlign w:val="superscript"/>
        </w:rPr>
        <w:t>2</w:t>
      </w:r>
      <w:r>
        <w:rPr>
          <w:rFonts w:ascii="Arial" w:hAnsi="Arial" w:cs="Arial"/>
        </w:rPr>
        <w:t xml:space="preserve"> Speicherplätze benötigt.</w:t>
      </w:r>
      <w:r w:rsidR="006F5829">
        <w:rPr>
          <w:rFonts w:ascii="Arial" w:hAnsi="Arial" w:cs="Arial"/>
        </w:rPr>
        <w:t xml:space="preserve"> In einem </w:t>
      </w:r>
      <w:proofErr w:type="spellStart"/>
      <w:r w:rsidR="006F5829">
        <w:rPr>
          <w:rFonts w:ascii="Arial" w:hAnsi="Arial" w:cs="Arial"/>
        </w:rPr>
        <w:t>ungerichteten</w:t>
      </w:r>
      <w:proofErr w:type="spellEnd"/>
      <w:r w:rsidR="006F5829">
        <w:rPr>
          <w:rFonts w:ascii="Arial" w:hAnsi="Arial" w:cs="Arial"/>
        </w:rPr>
        <w:t xml:space="preserve"> Graphen ist die </w:t>
      </w:r>
      <w:proofErr w:type="spellStart"/>
      <w:r w:rsidR="006F5829">
        <w:rPr>
          <w:rFonts w:ascii="Arial" w:hAnsi="Arial" w:cs="Arial"/>
        </w:rPr>
        <w:t>Adjazenzmatrix</w:t>
      </w:r>
      <w:proofErr w:type="spellEnd"/>
      <w:r w:rsidR="006F5829">
        <w:rPr>
          <w:rFonts w:ascii="Arial" w:hAnsi="Arial" w:cs="Arial"/>
        </w:rPr>
        <w:t xml:space="preserve"> symmetrisch zur Hauptdiagonalen. </w:t>
      </w:r>
    </w:p>
    <w:p w14:paraId="031E59B9" w14:textId="77777777" w:rsidR="00403044" w:rsidRDefault="00403044" w:rsidP="000B04E9">
      <w:pPr>
        <w:spacing w:after="0"/>
        <w:rPr>
          <w:rFonts w:ascii="Arial" w:hAnsi="Arial" w:cs="Arial"/>
        </w:rPr>
      </w:pPr>
    </w:p>
    <w:p w14:paraId="3E64AEBA" w14:textId="77777777" w:rsidR="004F0077" w:rsidRDefault="00232D9A" w:rsidP="004F0077">
      <w:pPr>
        <w:spacing w:after="0"/>
        <w:rPr>
          <w:rFonts w:ascii="Arial" w:hAnsi="Arial" w:cs="Arial"/>
          <w:b/>
        </w:rPr>
      </w:pPr>
      <w:r w:rsidRPr="00232D9A">
        <w:rPr>
          <w:rFonts w:ascii="Arial" w:hAnsi="Arial" w:cs="Arial"/>
          <w:b/>
        </w:rPr>
        <w:t>Aufgabe</w:t>
      </w:r>
    </w:p>
    <w:p w14:paraId="378FE8F8" w14:textId="77777777" w:rsidR="004F0077" w:rsidRDefault="004F0077" w:rsidP="004F007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Die folgende Klasse </w:t>
      </w:r>
      <w:r w:rsidRPr="000019AF">
        <w:rPr>
          <w:rFonts w:ascii="Liberation Mono" w:hAnsi="Liberation Mono" w:cs="Arial"/>
        </w:rPr>
        <w:t>Graph</w:t>
      </w:r>
      <w:r>
        <w:rPr>
          <w:rFonts w:ascii="Arial" w:hAnsi="Arial" w:cs="Arial"/>
        </w:rPr>
        <w:t xml:space="preserve"> implementiert einen Graphen in Form einer </w:t>
      </w:r>
      <w:proofErr w:type="spellStart"/>
      <w:r>
        <w:rPr>
          <w:rFonts w:ascii="Arial" w:hAnsi="Arial" w:cs="Arial"/>
        </w:rPr>
        <w:t>AdjazenzMatrix</w:t>
      </w:r>
      <w:proofErr w:type="spellEnd"/>
      <w:r>
        <w:rPr>
          <w:rFonts w:ascii="Arial" w:hAnsi="Arial" w:cs="Arial"/>
        </w:rPr>
        <w:t>:</w:t>
      </w:r>
    </w:p>
    <w:p w14:paraId="26E942F1" w14:textId="77777777" w:rsidR="000019AF" w:rsidRDefault="000019AF" w:rsidP="005A6984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Analysieren Sie die Klasse Graph und dokumentieren Sie die Klasse.</w:t>
      </w:r>
    </w:p>
    <w:p w14:paraId="5DB9F104" w14:textId="77777777" w:rsidR="000019AF" w:rsidRDefault="000019AF" w:rsidP="005A6984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Erzeugen Sie mit der Klasse Graph das Objekt </w:t>
      </w:r>
      <w:proofErr w:type="spellStart"/>
      <w:r w:rsidRPr="005A6984">
        <w:rPr>
          <w:rFonts w:ascii="Arial" w:hAnsi="Arial" w:cs="Arial"/>
        </w:rPr>
        <w:t>hausDesNikolaus</w:t>
      </w:r>
      <w:proofErr w:type="spellEnd"/>
      <w:r>
        <w:rPr>
          <w:rFonts w:ascii="Arial" w:hAnsi="Arial" w:cs="Arial"/>
        </w:rPr>
        <w:t>.</w:t>
      </w:r>
    </w:p>
    <w:p w14:paraId="415FFBA6" w14:textId="77777777" w:rsidR="000019AF" w:rsidRDefault="000019AF" w:rsidP="005A6984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Implementieren Sie die Methode  </w:t>
      </w:r>
      <w:proofErr w:type="spellStart"/>
      <w:r w:rsidRPr="005A6984">
        <w:rPr>
          <w:rFonts w:ascii="Arial" w:hAnsi="Arial" w:cs="Arial"/>
        </w:rPr>
        <w:t>istRundweg</w:t>
      </w:r>
      <w:proofErr w:type="spellEnd"/>
      <w:r>
        <w:rPr>
          <w:rFonts w:ascii="Arial" w:hAnsi="Arial" w:cs="Arial"/>
        </w:rPr>
        <w:t xml:space="preserve">, die genau dann </w:t>
      </w:r>
      <w:proofErr w:type="spellStart"/>
      <w:r w:rsidRPr="005A6984">
        <w:rPr>
          <w:rFonts w:ascii="Arial" w:hAnsi="Arial" w:cs="Arial"/>
        </w:rPr>
        <w:t>true</w:t>
      </w:r>
      <w:proofErr w:type="spellEnd"/>
      <w:r>
        <w:rPr>
          <w:rFonts w:ascii="Arial" w:hAnsi="Arial" w:cs="Arial"/>
        </w:rPr>
        <w:t xml:space="preserve"> liefert, wenn die Knotenfolge, die in dem String-Objekt, das als Parameter übergeben wird, ein Rundweg im Graphen ist. (Es muss nicht geprüft werden, ob alle Knoten besucht wurden).</w:t>
      </w:r>
    </w:p>
    <w:p w14:paraId="1A45D6F0" w14:textId="77777777" w:rsidR="005A6984" w:rsidRPr="005A6984" w:rsidRDefault="000019AF" w:rsidP="005A6984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Testen Sie die Methode mit dem Graphen </w:t>
      </w:r>
      <w:proofErr w:type="spellStart"/>
      <w:r w:rsidRPr="000019AF">
        <w:rPr>
          <w:rFonts w:ascii="Liberation Mono" w:hAnsi="Liberation Mono" w:cs="Arial"/>
        </w:rPr>
        <w:t>hausDesNikolaus</w:t>
      </w:r>
      <w:proofErr w:type="spellEnd"/>
      <w:r>
        <w:rPr>
          <w:rFonts w:ascii="Arial" w:hAnsi="Arial" w:cs="Arial"/>
        </w:rPr>
        <w:t xml:space="preserve"> anhand verschiedener Wege.</w:t>
      </w:r>
      <w:r w:rsidR="006F5829">
        <w:rPr>
          <w:rFonts w:ascii="Liberation Mono" w:hAnsi="Liberation Mono" w:cs="Monaco"/>
          <w:b/>
          <w:bCs/>
        </w:rPr>
        <w:t xml:space="preserve"> </w:t>
      </w:r>
    </w:p>
    <w:p w14:paraId="0453818B" w14:textId="77777777" w:rsidR="004F0077" w:rsidRPr="005A6984" w:rsidRDefault="006F5829" w:rsidP="005A6984">
      <w:pPr>
        <w:spacing w:after="0"/>
        <w:rPr>
          <w:rFonts w:ascii="Arial" w:hAnsi="Arial" w:cs="Arial"/>
        </w:rPr>
      </w:pPr>
      <w:r w:rsidRPr="005A6984">
        <w:rPr>
          <w:rFonts w:ascii="Liberation Mono" w:hAnsi="Liberation Mono" w:cs="Monaco"/>
          <w:b/>
          <w:bCs/>
        </w:rPr>
        <w:br w:type="page"/>
      </w:r>
      <w:proofErr w:type="spellStart"/>
      <w:r w:rsidR="004F0077" w:rsidRPr="005A6984">
        <w:rPr>
          <w:rFonts w:ascii="Liberation Mono" w:hAnsi="Liberation Mono" w:cs="Monaco"/>
          <w:b/>
          <w:bCs/>
          <w:sz w:val="20"/>
          <w:szCs w:val="20"/>
        </w:rPr>
        <w:lastRenderedPageBreak/>
        <w:t>public</w:t>
      </w:r>
      <w:proofErr w:type="spellEnd"/>
      <w:r w:rsidR="004F0077" w:rsidRPr="005A6984">
        <w:rPr>
          <w:rFonts w:ascii="Liberation Mono" w:hAnsi="Liberation Mono" w:cs="Monaco"/>
          <w:sz w:val="20"/>
          <w:szCs w:val="20"/>
        </w:rPr>
        <w:t xml:space="preserve"> </w:t>
      </w:r>
      <w:proofErr w:type="spellStart"/>
      <w:r w:rsidR="004F0077" w:rsidRPr="005A6984">
        <w:rPr>
          <w:rFonts w:ascii="Liberation Mono" w:hAnsi="Liberation Mono" w:cs="Monaco"/>
          <w:b/>
          <w:bCs/>
          <w:sz w:val="20"/>
          <w:szCs w:val="20"/>
        </w:rPr>
        <w:t>class</w:t>
      </w:r>
      <w:proofErr w:type="spellEnd"/>
      <w:r w:rsidR="004F0077" w:rsidRPr="005A6984">
        <w:rPr>
          <w:rFonts w:ascii="Liberation Mono" w:hAnsi="Liberation Mono" w:cs="Monaco"/>
          <w:sz w:val="20"/>
          <w:szCs w:val="20"/>
        </w:rPr>
        <w:t xml:space="preserve"> Graph {</w:t>
      </w:r>
    </w:p>
    <w:p w14:paraId="129D687F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 xml:space="preserve">  </w:t>
      </w:r>
      <w:r w:rsidRPr="000019AF">
        <w:rPr>
          <w:rFonts w:ascii="Liberation Mono" w:hAnsi="Liberation Mono" w:cs="Monaco"/>
          <w:b/>
          <w:bCs/>
          <w:sz w:val="20"/>
          <w:szCs w:val="20"/>
        </w:rPr>
        <w:t>private</w:t>
      </w:r>
      <w:r w:rsidRPr="000019AF">
        <w:rPr>
          <w:rFonts w:ascii="Liberation Mono" w:hAnsi="Liberation Mono" w:cs="Monaco"/>
          <w:sz w:val="20"/>
          <w:szCs w:val="20"/>
        </w:rPr>
        <w:t xml:space="preserve"> </w:t>
      </w:r>
      <w:r w:rsidRPr="000019AF">
        <w:rPr>
          <w:rFonts w:ascii="Liberation Mono" w:hAnsi="Liberation Mono" w:cs="Monaco"/>
          <w:b/>
          <w:bCs/>
          <w:sz w:val="20"/>
          <w:szCs w:val="20"/>
        </w:rPr>
        <w:t>final</w:t>
      </w:r>
      <w:r w:rsidRPr="000019AF">
        <w:rPr>
          <w:rFonts w:ascii="Liberation Mono" w:hAnsi="Liberation Mono" w:cs="Monaco"/>
          <w:sz w:val="20"/>
          <w:szCs w:val="20"/>
        </w:rPr>
        <w:t xml:space="preserve"> </w:t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int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</w:t>
      </w:r>
      <w:proofErr w:type="spellStart"/>
      <w:r w:rsidRPr="000019AF">
        <w:rPr>
          <w:rFonts w:ascii="Liberation Mono" w:hAnsi="Liberation Mono" w:cs="Monaco"/>
          <w:sz w:val="20"/>
          <w:szCs w:val="20"/>
        </w:rPr>
        <w:t>anzahl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= 5; </w:t>
      </w:r>
      <w:r w:rsidRPr="000019AF">
        <w:rPr>
          <w:rFonts w:ascii="Liberation Mono" w:hAnsi="Liberation Mono" w:cs="Monaco"/>
          <w:sz w:val="20"/>
          <w:szCs w:val="20"/>
        </w:rPr>
        <w:tab/>
      </w:r>
    </w:p>
    <w:p w14:paraId="3BBE900D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 xml:space="preserve">  </w:t>
      </w:r>
      <w:r w:rsidRPr="000019AF">
        <w:rPr>
          <w:rFonts w:ascii="Liberation Mono" w:hAnsi="Liberation Mono" w:cs="Monaco"/>
          <w:b/>
          <w:bCs/>
          <w:sz w:val="20"/>
          <w:szCs w:val="20"/>
        </w:rPr>
        <w:t>private</w:t>
      </w:r>
      <w:r w:rsidRPr="000019AF">
        <w:rPr>
          <w:rFonts w:ascii="Liberation Mono" w:hAnsi="Liberation Mono" w:cs="Monaco"/>
          <w:sz w:val="20"/>
          <w:szCs w:val="20"/>
        </w:rPr>
        <w:t xml:space="preserve"> </w:t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char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[] knoten = </w:t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new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</w:t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char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>[</w:t>
      </w:r>
      <w:proofErr w:type="spellStart"/>
      <w:r w:rsidRPr="000019AF">
        <w:rPr>
          <w:rFonts w:ascii="Liberation Mono" w:hAnsi="Liberation Mono" w:cs="Monaco"/>
          <w:sz w:val="20"/>
          <w:szCs w:val="20"/>
        </w:rPr>
        <w:t>anzahl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>];</w:t>
      </w:r>
    </w:p>
    <w:p w14:paraId="18A91A3E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 xml:space="preserve">  </w:t>
      </w:r>
      <w:r w:rsidRPr="000019AF">
        <w:rPr>
          <w:rFonts w:ascii="Liberation Mono" w:hAnsi="Liberation Mono" w:cs="Monaco"/>
          <w:b/>
          <w:bCs/>
          <w:sz w:val="20"/>
          <w:szCs w:val="20"/>
        </w:rPr>
        <w:t>private</w:t>
      </w:r>
      <w:r w:rsidRPr="000019AF">
        <w:rPr>
          <w:rFonts w:ascii="Liberation Mono" w:hAnsi="Liberation Mono" w:cs="Monaco"/>
          <w:sz w:val="20"/>
          <w:szCs w:val="20"/>
        </w:rPr>
        <w:t xml:space="preserve"> </w:t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boolean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[][] </w:t>
      </w:r>
      <w:proofErr w:type="spellStart"/>
      <w:r w:rsidRPr="000019AF">
        <w:rPr>
          <w:rFonts w:ascii="Liberation Mono" w:hAnsi="Liberation Mono" w:cs="Monaco"/>
          <w:sz w:val="20"/>
          <w:szCs w:val="20"/>
        </w:rPr>
        <w:t>adjazenzMatrix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= </w:t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new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</w:t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boolean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>[</w:t>
      </w:r>
      <w:proofErr w:type="spellStart"/>
      <w:r w:rsidRPr="000019AF">
        <w:rPr>
          <w:rFonts w:ascii="Liberation Mono" w:hAnsi="Liberation Mono" w:cs="Monaco"/>
          <w:sz w:val="20"/>
          <w:szCs w:val="20"/>
        </w:rPr>
        <w:t>anzahl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>][</w:t>
      </w:r>
      <w:proofErr w:type="spellStart"/>
      <w:r w:rsidRPr="000019AF">
        <w:rPr>
          <w:rFonts w:ascii="Liberation Mono" w:hAnsi="Liberation Mono" w:cs="Monaco"/>
          <w:sz w:val="20"/>
          <w:szCs w:val="20"/>
        </w:rPr>
        <w:t>anzahl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>];</w:t>
      </w:r>
    </w:p>
    <w:p w14:paraId="2A6075FF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 xml:space="preserve">  </w:t>
      </w:r>
      <w:r w:rsidRPr="000019AF">
        <w:rPr>
          <w:rFonts w:ascii="Liberation Mono" w:hAnsi="Liberation Mono" w:cs="Monaco"/>
          <w:b/>
          <w:bCs/>
          <w:sz w:val="20"/>
          <w:szCs w:val="20"/>
        </w:rPr>
        <w:t>private</w:t>
      </w:r>
      <w:r w:rsidRPr="000019AF">
        <w:rPr>
          <w:rFonts w:ascii="Liberation Mono" w:hAnsi="Liberation Mono" w:cs="Monaco"/>
          <w:sz w:val="20"/>
          <w:szCs w:val="20"/>
        </w:rPr>
        <w:t xml:space="preserve"> </w:t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int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</w:t>
      </w:r>
      <w:proofErr w:type="spellStart"/>
      <w:r w:rsidRPr="000019AF">
        <w:rPr>
          <w:rFonts w:ascii="Liberation Mono" w:hAnsi="Liberation Mono" w:cs="Monaco"/>
          <w:sz w:val="20"/>
          <w:szCs w:val="20"/>
        </w:rPr>
        <w:t>anzahlKnoten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= 0;</w:t>
      </w:r>
    </w:p>
    <w:p w14:paraId="519B7753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 xml:space="preserve">  </w:t>
      </w:r>
    </w:p>
    <w:p w14:paraId="543D9420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public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Graph() {</w:t>
      </w:r>
    </w:p>
    <w:p w14:paraId="59687BD2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for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(</w:t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int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i = 0; i&lt;</w:t>
      </w:r>
      <w:proofErr w:type="spellStart"/>
      <w:r w:rsidRPr="000019AF">
        <w:rPr>
          <w:rFonts w:ascii="Liberation Mono" w:hAnsi="Liberation Mono" w:cs="Monaco"/>
          <w:sz w:val="20"/>
          <w:szCs w:val="20"/>
        </w:rPr>
        <w:t>anzahl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>; i++){</w:t>
      </w:r>
    </w:p>
    <w:p w14:paraId="18630C38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  <w:t xml:space="preserve">knoten[i] = ' </w:t>
      </w:r>
      <w:proofErr w:type="spellStart"/>
      <w:r w:rsidRPr="000019AF">
        <w:rPr>
          <w:rFonts w:ascii="Liberation Mono" w:hAnsi="Liberation Mono" w:cs="Monaco"/>
          <w:sz w:val="20"/>
          <w:szCs w:val="20"/>
        </w:rPr>
        <w:t>'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>;</w:t>
      </w:r>
    </w:p>
    <w:p w14:paraId="2AD88D86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  <w:t>}</w:t>
      </w:r>
    </w:p>
    <w:p w14:paraId="50BA049A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for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(</w:t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int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i = 0; i&lt;</w:t>
      </w:r>
      <w:proofErr w:type="spellStart"/>
      <w:r w:rsidRPr="000019AF">
        <w:rPr>
          <w:rFonts w:ascii="Liberation Mono" w:hAnsi="Liberation Mono" w:cs="Monaco"/>
          <w:sz w:val="20"/>
          <w:szCs w:val="20"/>
        </w:rPr>
        <w:t>anzahl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>; i++){</w:t>
      </w:r>
    </w:p>
    <w:p w14:paraId="0B4F6742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for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(</w:t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int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j = 0; j &lt; </w:t>
      </w:r>
      <w:proofErr w:type="spellStart"/>
      <w:r w:rsidRPr="000019AF">
        <w:rPr>
          <w:rFonts w:ascii="Liberation Mono" w:hAnsi="Liberation Mono" w:cs="Monaco"/>
          <w:sz w:val="20"/>
          <w:szCs w:val="20"/>
        </w:rPr>
        <w:t>anzahl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; </w:t>
      </w:r>
      <w:proofErr w:type="spellStart"/>
      <w:r w:rsidRPr="000019AF">
        <w:rPr>
          <w:rFonts w:ascii="Liberation Mono" w:hAnsi="Liberation Mono" w:cs="Monaco"/>
          <w:sz w:val="20"/>
          <w:szCs w:val="20"/>
        </w:rPr>
        <w:t>j++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>){</w:t>
      </w:r>
    </w:p>
    <w:p w14:paraId="00390441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</w:r>
      <w:proofErr w:type="spellStart"/>
      <w:r w:rsidRPr="000019AF">
        <w:rPr>
          <w:rFonts w:ascii="Liberation Mono" w:hAnsi="Liberation Mono" w:cs="Monaco"/>
          <w:sz w:val="20"/>
          <w:szCs w:val="20"/>
        </w:rPr>
        <w:t>adjazenzMatrix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[i][j] = </w:t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false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>;</w:t>
      </w:r>
    </w:p>
    <w:p w14:paraId="2664EAB6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  <w:t>}</w:t>
      </w:r>
    </w:p>
    <w:p w14:paraId="088D0B55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  <w:t>}</w:t>
      </w:r>
    </w:p>
    <w:p w14:paraId="25F87B1F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  <w:t>}</w:t>
      </w:r>
    </w:p>
    <w:p w14:paraId="4898136D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</w:p>
    <w:p w14:paraId="0D2E1B29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public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</w:t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void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</w:t>
      </w:r>
      <w:proofErr w:type="spellStart"/>
      <w:r w:rsidRPr="000019AF">
        <w:rPr>
          <w:rFonts w:ascii="Liberation Mono" w:hAnsi="Liberation Mono" w:cs="Monaco"/>
          <w:sz w:val="20"/>
          <w:szCs w:val="20"/>
        </w:rPr>
        <w:t>knotenHinzu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>(</w:t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char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k){</w:t>
      </w:r>
    </w:p>
    <w:p w14:paraId="3CD4B036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  <w:t>knoten[</w:t>
      </w:r>
      <w:proofErr w:type="spellStart"/>
      <w:r w:rsidRPr="000019AF">
        <w:rPr>
          <w:rFonts w:ascii="Liberation Mono" w:hAnsi="Liberation Mono" w:cs="Monaco"/>
          <w:sz w:val="20"/>
          <w:szCs w:val="20"/>
        </w:rPr>
        <w:t>anzahlKnoten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>] = k;</w:t>
      </w:r>
    </w:p>
    <w:p w14:paraId="4678E9EC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</w:r>
      <w:proofErr w:type="spellStart"/>
      <w:r w:rsidRPr="000019AF">
        <w:rPr>
          <w:rFonts w:ascii="Liberation Mono" w:hAnsi="Liberation Mono" w:cs="Monaco"/>
          <w:sz w:val="20"/>
          <w:szCs w:val="20"/>
        </w:rPr>
        <w:t>anzahlKnoten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>++;</w:t>
      </w:r>
    </w:p>
    <w:p w14:paraId="27B2E890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  <w:t>}</w:t>
      </w:r>
    </w:p>
    <w:p w14:paraId="1590B063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</w:p>
    <w:p w14:paraId="6ACB71CC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</w:p>
    <w:p w14:paraId="19D982EB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public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</w:t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int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</w:t>
      </w:r>
      <w:proofErr w:type="spellStart"/>
      <w:r w:rsidRPr="000019AF">
        <w:rPr>
          <w:rFonts w:ascii="Liberation Mono" w:hAnsi="Liberation Mono" w:cs="Monaco"/>
          <w:sz w:val="20"/>
          <w:szCs w:val="20"/>
        </w:rPr>
        <w:t>sucheKnotenIndex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>(</w:t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char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</w:t>
      </w:r>
      <w:proofErr w:type="spellStart"/>
      <w:r w:rsidRPr="000019AF">
        <w:rPr>
          <w:rFonts w:ascii="Liberation Mono" w:hAnsi="Liberation Mono" w:cs="Monaco"/>
          <w:sz w:val="20"/>
          <w:szCs w:val="20"/>
        </w:rPr>
        <w:t>zeichen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>){</w:t>
      </w:r>
    </w:p>
    <w:p w14:paraId="488022C0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int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</w:t>
      </w:r>
      <w:proofErr w:type="spellStart"/>
      <w:r w:rsidRPr="000019AF">
        <w:rPr>
          <w:rFonts w:ascii="Liberation Mono" w:hAnsi="Liberation Mono" w:cs="Monaco"/>
          <w:sz w:val="20"/>
          <w:szCs w:val="20"/>
        </w:rPr>
        <w:t>kIndex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= -1;</w:t>
      </w:r>
    </w:p>
    <w:p w14:paraId="76C1EE1F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int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</w:t>
      </w:r>
      <w:proofErr w:type="spellStart"/>
      <w:r w:rsidRPr="000019AF">
        <w:rPr>
          <w:rFonts w:ascii="Liberation Mono" w:hAnsi="Liberation Mono" w:cs="Monaco"/>
          <w:sz w:val="20"/>
          <w:szCs w:val="20"/>
        </w:rPr>
        <w:t>zaehler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= 0;</w:t>
      </w:r>
    </w:p>
    <w:p w14:paraId="08D91B51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while</w:t>
      </w:r>
      <w:proofErr w:type="spellEnd"/>
      <w:r w:rsidR="00A913F5">
        <w:rPr>
          <w:rFonts w:ascii="Liberation Mono" w:hAnsi="Liberation Mono" w:cs="Monaco"/>
          <w:sz w:val="20"/>
          <w:szCs w:val="20"/>
        </w:rPr>
        <w:t xml:space="preserve"> (</w:t>
      </w:r>
      <w:proofErr w:type="spellStart"/>
      <w:r w:rsidR="00A913F5">
        <w:rPr>
          <w:rFonts w:ascii="Liberation Mono" w:hAnsi="Liberation Mono" w:cs="Monaco"/>
          <w:sz w:val="20"/>
          <w:szCs w:val="20"/>
        </w:rPr>
        <w:t>kIndex</w:t>
      </w:r>
      <w:proofErr w:type="spellEnd"/>
      <w:r w:rsidR="00A913F5">
        <w:rPr>
          <w:rFonts w:ascii="Liberation Mono" w:hAnsi="Liberation Mono" w:cs="Monaco"/>
          <w:sz w:val="20"/>
          <w:szCs w:val="20"/>
        </w:rPr>
        <w:t xml:space="preserve"> == -1 &amp;&amp; </w:t>
      </w:r>
      <w:proofErr w:type="spellStart"/>
      <w:r w:rsidR="00A913F5">
        <w:rPr>
          <w:rFonts w:ascii="Liberation Mono" w:hAnsi="Liberation Mono" w:cs="Monaco"/>
          <w:sz w:val="20"/>
          <w:szCs w:val="20"/>
        </w:rPr>
        <w:t>zaehler</w:t>
      </w:r>
      <w:proofErr w:type="spellEnd"/>
      <w:r w:rsidR="00A913F5">
        <w:rPr>
          <w:rFonts w:ascii="Liberation Mono" w:hAnsi="Liberation Mono" w:cs="Monaco"/>
          <w:sz w:val="20"/>
          <w:szCs w:val="20"/>
        </w:rPr>
        <w:t xml:space="preserve"> &lt; anzahl</w:t>
      </w:r>
      <w:bookmarkStart w:id="0" w:name="_GoBack"/>
      <w:bookmarkEnd w:id="0"/>
      <w:r w:rsidRPr="000019AF">
        <w:rPr>
          <w:rFonts w:ascii="Liberation Mono" w:hAnsi="Liberation Mono" w:cs="Monaco"/>
          <w:sz w:val="20"/>
          <w:szCs w:val="20"/>
        </w:rPr>
        <w:t>){</w:t>
      </w:r>
    </w:p>
    <w:p w14:paraId="0BF9B63D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if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(knoten[</w:t>
      </w:r>
      <w:proofErr w:type="spellStart"/>
      <w:r w:rsidRPr="000019AF">
        <w:rPr>
          <w:rFonts w:ascii="Liberation Mono" w:hAnsi="Liberation Mono" w:cs="Monaco"/>
          <w:sz w:val="20"/>
          <w:szCs w:val="20"/>
        </w:rPr>
        <w:t>zaehler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] == </w:t>
      </w:r>
      <w:proofErr w:type="spellStart"/>
      <w:r w:rsidRPr="000019AF">
        <w:rPr>
          <w:rFonts w:ascii="Liberation Mono" w:hAnsi="Liberation Mono" w:cs="Monaco"/>
          <w:sz w:val="20"/>
          <w:szCs w:val="20"/>
        </w:rPr>
        <w:t>zeichen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>){</w:t>
      </w:r>
    </w:p>
    <w:p w14:paraId="05D10467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</w:r>
      <w:proofErr w:type="spellStart"/>
      <w:r w:rsidRPr="000019AF">
        <w:rPr>
          <w:rFonts w:ascii="Liberation Mono" w:hAnsi="Liberation Mono" w:cs="Monaco"/>
          <w:sz w:val="20"/>
          <w:szCs w:val="20"/>
        </w:rPr>
        <w:t>kIndex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= </w:t>
      </w:r>
      <w:proofErr w:type="spellStart"/>
      <w:r w:rsidRPr="000019AF">
        <w:rPr>
          <w:rFonts w:ascii="Liberation Mono" w:hAnsi="Liberation Mono" w:cs="Monaco"/>
          <w:sz w:val="20"/>
          <w:szCs w:val="20"/>
        </w:rPr>
        <w:t>zaehler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>;</w:t>
      </w:r>
    </w:p>
    <w:p w14:paraId="3EA28669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  <w:t xml:space="preserve">} </w:t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else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{</w:t>
      </w:r>
    </w:p>
    <w:p w14:paraId="7C0B3D50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</w:r>
      <w:proofErr w:type="spellStart"/>
      <w:r w:rsidRPr="000019AF">
        <w:rPr>
          <w:rFonts w:ascii="Liberation Mono" w:hAnsi="Liberation Mono" w:cs="Monaco"/>
          <w:sz w:val="20"/>
          <w:szCs w:val="20"/>
        </w:rPr>
        <w:t>zaehler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>++;</w:t>
      </w:r>
    </w:p>
    <w:p w14:paraId="563C17BA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  <w:t>}</w:t>
      </w:r>
    </w:p>
    <w:p w14:paraId="5A67298A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  <w:t>}</w:t>
      </w:r>
    </w:p>
    <w:p w14:paraId="42B16D59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return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</w:t>
      </w:r>
      <w:proofErr w:type="spellStart"/>
      <w:r w:rsidRPr="000019AF">
        <w:rPr>
          <w:rFonts w:ascii="Liberation Mono" w:hAnsi="Liberation Mono" w:cs="Monaco"/>
          <w:sz w:val="20"/>
          <w:szCs w:val="20"/>
        </w:rPr>
        <w:t>kIndex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>;</w:t>
      </w:r>
    </w:p>
    <w:p w14:paraId="2BBCBD7C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  <w:t>}</w:t>
      </w:r>
    </w:p>
    <w:p w14:paraId="02BE02D6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</w:p>
    <w:p w14:paraId="4E7F757A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public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</w:t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void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</w:t>
      </w:r>
      <w:proofErr w:type="spellStart"/>
      <w:r w:rsidRPr="000019AF">
        <w:rPr>
          <w:rFonts w:ascii="Liberation Mono" w:hAnsi="Liberation Mono" w:cs="Monaco"/>
          <w:sz w:val="20"/>
          <w:szCs w:val="20"/>
        </w:rPr>
        <w:t>kanteHinzu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>(</w:t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char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k1, </w:t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char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k2){</w:t>
      </w:r>
    </w:p>
    <w:p w14:paraId="0ACAA9D5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int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indexK1 = </w:t>
      </w:r>
      <w:proofErr w:type="spellStart"/>
      <w:r w:rsidRPr="000019AF">
        <w:rPr>
          <w:rFonts w:ascii="Liberation Mono" w:hAnsi="Liberation Mono" w:cs="Monaco"/>
          <w:sz w:val="20"/>
          <w:szCs w:val="20"/>
        </w:rPr>
        <w:t>sucheKnotenIndex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>(k1);</w:t>
      </w:r>
    </w:p>
    <w:p w14:paraId="1BE21910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int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indexK2 = </w:t>
      </w:r>
      <w:proofErr w:type="spellStart"/>
      <w:r w:rsidRPr="000019AF">
        <w:rPr>
          <w:rFonts w:ascii="Liberation Mono" w:hAnsi="Liberation Mono" w:cs="Monaco"/>
          <w:sz w:val="20"/>
          <w:szCs w:val="20"/>
        </w:rPr>
        <w:t>sucheKnotenIndex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>(k2);</w:t>
      </w:r>
    </w:p>
    <w:p w14:paraId="4BE835A1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if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(indexK1 != -1 &amp;&amp; indexK2 != -1) {</w:t>
      </w:r>
    </w:p>
    <w:p w14:paraId="265E51E2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  <w:t xml:space="preserve">   </w:t>
      </w:r>
      <w:proofErr w:type="spellStart"/>
      <w:r w:rsidRPr="000019AF">
        <w:rPr>
          <w:rFonts w:ascii="Liberation Mono" w:hAnsi="Liberation Mono" w:cs="Monaco"/>
          <w:sz w:val="20"/>
          <w:szCs w:val="20"/>
        </w:rPr>
        <w:t>adjazenzMatrix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[indexK1][indexK2] = </w:t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true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>;</w:t>
      </w:r>
    </w:p>
    <w:p w14:paraId="0B781044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  <w:t xml:space="preserve">   </w:t>
      </w:r>
      <w:proofErr w:type="spellStart"/>
      <w:r w:rsidRPr="000019AF">
        <w:rPr>
          <w:rFonts w:ascii="Liberation Mono" w:hAnsi="Liberation Mono" w:cs="Monaco"/>
          <w:sz w:val="20"/>
          <w:szCs w:val="20"/>
        </w:rPr>
        <w:t>adjazenzMatrix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[indexK2][indexK1] = </w:t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true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>;</w:t>
      </w:r>
    </w:p>
    <w:p w14:paraId="1814A6EB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  <w:t>}</w:t>
      </w:r>
    </w:p>
    <w:p w14:paraId="6B545145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  <w:t>}</w:t>
      </w:r>
    </w:p>
    <w:p w14:paraId="1CBEC459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</w:p>
    <w:p w14:paraId="5D7F3C9C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public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</w:t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boolean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</w:t>
      </w:r>
      <w:proofErr w:type="spellStart"/>
      <w:r w:rsidRPr="000019AF">
        <w:rPr>
          <w:rFonts w:ascii="Liberation Mono" w:hAnsi="Liberation Mono" w:cs="Monaco"/>
          <w:sz w:val="20"/>
          <w:szCs w:val="20"/>
        </w:rPr>
        <w:t>hatKante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>(</w:t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char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k1, </w:t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char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k2){</w:t>
      </w:r>
    </w:p>
    <w:p w14:paraId="754501F0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int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indexK1 = </w:t>
      </w:r>
      <w:proofErr w:type="spellStart"/>
      <w:r w:rsidRPr="000019AF">
        <w:rPr>
          <w:rFonts w:ascii="Liberation Mono" w:hAnsi="Liberation Mono" w:cs="Monaco"/>
          <w:sz w:val="20"/>
          <w:szCs w:val="20"/>
        </w:rPr>
        <w:t>sucheKnotenIndex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>(k1);</w:t>
      </w:r>
    </w:p>
    <w:p w14:paraId="73684926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int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indexK2 = </w:t>
      </w:r>
      <w:proofErr w:type="spellStart"/>
      <w:r w:rsidRPr="000019AF">
        <w:rPr>
          <w:rFonts w:ascii="Liberation Mono" w:hAnsi="Liberation Mono" w:cs="Monaco"/>
          <w:sz w:val="20"/>
          <w:szCs w:val="20"/>
        </w:rPr>
        <w:t>sucheKnotenIndex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>(k2);</w:t>
      </w:r>
    </w:p>
    <w:p w14:paraId="02CB257A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if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(indexK1 != -1 &amp;&amp; indexK2 != -1) {</w:t>
      </w:r>
    </w:p>
    <w:p w14:paraId="466977BC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  <w:t xml:space="preserve">   </w:t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return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</w:t>
      </w:r>
      <w:proofErr w:type="spellStart"/>
      <w:r w:rsidRPr="000019AF">
        <w:rPr>
          <w:rFonts w:ascii="Liberation Mono" w:hAnsi="Liberation Mono" w:cs="Monaco"/>
          <w:sz w:val="20"/>
          <w:szCs w:val="20"/>
        </w:rPr>
        <w:t>adjazenzMatrix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>[indexK1][indexK2];</w:t>
      </w:r>
    </w:p>
    <w:p w14:paraId="57234CE7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  <w:t xml:space="preserve">} </w:t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else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{</w:t>
      </w:r>
    </w:p>
    <w:p w14:paraId="004A1017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return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</w:t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false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>;</w:t>
      </w:r>
    </w:p>
    <w:p w14:paraId="3457F17D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r w:rsidRPr="000019AF">
        <w:rPr>
          <w:rFonts w:ascii="Liberation Mono" w:hAnsi="Liberation Mono" w:cs="Monaco"/>
          <w:sz w:val="20"/>
          <w:szCs w:val="20"/>
        </w:rPr>
        <w:tab/>
        <w:t>}</w:t>
      </w:r>
    </w:p>
    <w:p w14:paraId="2CD8058E" w14:textId="77777777" w:rsidR="004F0077" w:rsidRPr="000019AF" w:rsidRDefault="000019AF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>
        <w:rPr>
          <w:rFonts w:ascii="Liberation Mono" w:hAnsi="Liberation Mono" w:cs="Monaco"/>
          <w:sz w:val="20"/>
          <w:szCs w:val="20"/>
        </w:rPr>
        <w:tab/>
      </w:r>
      <w:r w:rsidR="004F0077" w:rsidRPr="000019AF">
        <w:rPr>
          <w:rFonts w:ascii="Liberation Mono" w:hAnsi="Liberation Mono" w:cs="Monaco"/>
          <w:sz w:val="20"/>
          <w:szCs w:val="20"/>
        </w:rPr>
        <w:t>}</w:t>
      </w:r>
    </w:p>
    <w:p w14:paraId="7659E2D6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</w:p>
    <w:p w14:paraId="71602C2B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public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</w:t>
      </w:r>
      <w:proofErr w:type="spellStart"/>
      <w:r w:rsidRPr="000019AF">
        <w:rPr>
          <w:rFonts w:ascii="Liberation Mono" w:hAnsi="Liberation Mono" w:cs="Monaco"/>
          <w:b/>
          <w:bCs/>
          <w:sz w:val="20"/>
          <w:szCs w:val="20"/>
        </w:rPr>
        <w:t>boolean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 xml:space="preserve"> </w:t>
      </w:r>
      <w:proofErr w:type="spellStart"/>
      <w:r w:rsidRPr="000019AF">
        <w:rPr>
          <w:rFonts w:ascii="Liberation Mono" w:hAnsi="Liberation Mono" w:cs="Monaco"/>
          <w:sz w:val="20"/>
          <w:szCs w:val="20"/>
        </w:rPr>
        <w:t>istRundWeg</w:t>
      </w:r>
      <w:proofErr w:type="spellEnd"/>
      <w:r w:rsidRPr="000019AF">
        <w:rPr>
          <w:rFonts w:ascii="Liberation Mono" w:hAnsi="Liberation Mono" w:cs="Monaco"/>
          <w:sz w:val="20"/>
          <w:szCs w:val="20"/>
        </w:rPr>
        <w:t>(String  weg){</w:t>
      </w:r>
    </w:p>
    <w:p w14:paraId="118B545A" w14:textId="77777777" w:rsidR="004F0077" w:rsidRPr="000019AF" w:rsidRDefault="004F0077" w:rsidP="004F0077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 xml:space="preserve">         </w:t>
      </w:r>
    </w:p>
    <w:p w14:paraId="292FB55F" w14:textId="77777777" w:rsidR="004F0077" w:rsidRPr="000019AF" w:rsidRDefault="004F0077" w:rsidP="004F0077">
      <w:pPr>
        <w:spacing w:after="0" w:line="240" w:lineRule="auto"/>
        <w:rPr>
          <w:rFonts w:ascii="Liberation Mono" w:hAnsi="Liberation Mono" w:cs="Monac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ab/>
        <w:t>}</w:t>
      </w:r>
    </w:p>
    <w:p w14:paraId="264DCB97" w14:textId="77777777" w:rsidR="004F0077" w:rsidRPr="000019AF" w:rsidRDefault="004F0077" w:rsidP="004F0077">
      <w:pPr>
        <w:spacing w:after="0" w:line="240" w:lineRule="auto"/>
        <w:rPr>
          <w:rFonts w:ascii="Liberation Mono" w:hAnsi="Liberation Mono"/>
          <w:sz w:val="20"/>
          <w:szCs w:val="20"/>
        </w:rPr>
      </w:pPr>
      <w:r w:rsidRPr="000019AF">
        <w:rPr>
          <w:rFonts w:ascii="Liberation Mono" w:hAnsi="Liberation Mono" w:cs="Monaco"/>
          <w:sz w:val="20"/>
          <w:szCs w:val="20"/>
        </w:rPr>
        <w:t>}</w:t>
      </w:r>
    </w:p>
    <w:p w14:paraId="11881DAD" w14:textId="77777777" w:rsidR="005A6984" w:rsidRDefault="005A6984" w:rsidP="004F0077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Literatur: </w:t>
      </w:r>
    </w:p>
    <w:p w14:paraId="2DE723B5" w14:textId="77777777" w:rsidR="00232D9A" w:rsidRPr="004F0077" w:rsidRDefault="005A6984" w:rsidP="004F0077">
      <w:pPr>
        <w:spacing w:after="0"/>
        <w:rPr>
          <w:rFonts w:ascii="Arial" w:hAnsi="Arial" w:cs="Arial"/>
          <w:b/>
        </w:rPr>
      </w:pPr>
      <w:proofErr w:type="spellStart"/>
      <w:r w:rsidRPr="005A6984">
        <w:rPr>
          <w:rFonts w:ascii="Arial" w:hAnsi="Arial" w:cs="Arial"/>
        </w:rPr>
        <w:t>Vöcking</w:t>
      </w:r>
      <w:proofErr w:type="spellEnd"/>
      <w:r w:rsidRPr="005A69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B. u.a. (2008) </w:t>
      </w:r>
      <w:r w:rsidRPr="005A6984">
        <w:rPr>
          <w:rFonts w:ascii="Arial" w:hAnsi="Arial" w:cs="Arial"/>
        </w:rPr>
        <w:t>u</w:t>
      </w:r>
      <w:r>
        <w:rPr>
          <w:rFonts w:ascii="Arial" w:hAnsi="Arial" w:cs="Arial"/>
        </w:rPr>
        <w:t>.a.. Taschenbuch der Algorithmen, S. 29 Die Eulertour</w:t>
      </w:r>
    </w:p>
    <w:sectPr w:rsidR="00232D9A" w:rsidRPr="004F0077" w:rsidSect="00182EAB">
      <w:head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2C328D" w14:textId="77777777" w:rsidR="00CD1333" w:rsidRDefault="00CD1333" w:rsidP="000B04E9">
      <w:pPr>
        <w:spacing w:after="0" w:line="240" w:lineRule="auto"/>
      </w:pPr>
      <w:r>
        <w:separator/>
      </w:r>
    </w:p>
  </w:endnote>
  <w:endnote w:type="continuationSeparator" w:id="0">
    <w:p w14:paraId="048E59D2" w14:textId="77777777" w:rsidR="00CD1333" w:rsidRDefault="00CD1333" w:rsidP="000B0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iberation Mono">
    <w:altName w:val="Courier New"/>
    <w:charset w:val="00"/>
    <w:family w:val="roman"/>
    <w:pitch w:val="variable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8F84FB" w14:textId="77777777" w:rsidR="00CD1333" w:rsidRDefault="00CD1333" w:rsidP="000B04E9">
      <w:pPr>
        <w:spacing w:after="0" w:line="240" w:lineRule="auto"/>
      </w:pPr>
      <w:r>
        <w:separator/>
      </w:r>
    </w:p>
  </w:footnote>
  <w:footnote w:type="continuationSeparator" w:id="0">
    <w:p w14:paraId="16F2E28D" w14:textId="77777777" w:rsidR="00CD1333" w:rsidRDefault="00CD1333" w:rsidP="000B0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9212"/>
    </w:tblGrid>
    <w:tr w:rsidR="00A61467" w:rsidRPr="00EE534B" w14:paraId="402CA785" w14:textId="77777777" w:rsidTr="00EE534B">
      <w:tc>
        <w:tcPr>
          <w:tcW w:w="9212" w:type="dxa"/>
          <w:tcBorders>
            <w:top w:val="nil"/>
            <w:left w:val="nil"/>
            <w:bottom w:val="nil"/>
            <w:right w:val="nil"/>
          </w:tcBorders>
        </w:tcPr>
        <w:p w14:paraId="1AA095EC" w14:textId="77777777" w:rsidR="00A61467" w:rsidRDefault="00A61467" w:rsidP="001A5377">
          <w:pPr>
            <w:pStyle w:val="Fuzeile"/>
            <w:pBdr>
              <w:bottom w:val="single" w:sz="4" w:space="1" w:color="auto"/>
            </w:pBdr>
          </w:pPr>
          <w:r>
            <w:t xml:space="preserve">Qualitäts- und </w:t>
          </w:r>
          <w:proofErr w:type="spellStart"/>
          <w:r>
            <w:t>UnterstützungsAgentur</w:t>
          </w:r>
          <w:proofErr w:type="spellEnd"/>
          <w:r>
            <w:t xml:space="preserve"> – Landesinstitut für Schule, Materialien zum schulinternen Lehrplan Informatik SII</w:t>
          </w:r>
        </w:p>
        <w:p w14:paraId="1DA43908" w14:textId="77777777" w:rsidR="00A61467" w:rsidRPr="002E0704" w:rsidRDefault="00A61467">
          <w:pPr>
            <w:pStyle w:val="Kopfzeile"/>
            <w:rPr>
              <w:rFonts w:ascii="Arial" w:hAnsi="Arial" w:cs="Arial"/>
              <w:sz w:val="16"/>
              <w:szCs w:val="16"/>
            </w:rPr>
          </w:pPr>
        </w:p>
      </w:tc>
    </w:tr>
  </w:tbl>
  <w:p w14:paraId="0C237B53" w14:textId="77777777" w:rsidR="00A61467" w:rsidRDefault="00A61467">
    <w:pPr>
      <w:pStyle w:val="Kopfzeile"/>
    </w:pPr>
  </w:p>
  <w:p w14:paraId="483EE91B" w14:textId="77777777" w:rsidR="00A61467" w:rsidRDefault="00A61467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23495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AA633C"/>
    <w:multiLevelType w:val="hybridMultilevel"/>
    <w:tmpl w:val="707E0F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344B9"/>
    <w:multiLevelType w:val="hybridMultilevel"/>
    <w:tmpl w:val="9D147E8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BD3A06"/>
    <w:multiLevelType w:val="hybridMultilevel"/>
    <w:tmpl w:val="26E68FA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AA37F7"/>
    <w:multiLevelType w:val="hybridMultilevel"/>
    <w:tmpl w:val="609CCC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7E5033"/>
    <w:multiLevelType w:val="hybridMultilevel"/>
    <w:tmpl w:val="C8C0182E"/>
    <w:lvl w:ilvl="0" w:tplc="0407001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1F495D"/>
    <w:multiLevelType w:val="hybridMultilevel"/>
    <w:tmpl w:val="6AA822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FF189B"/>
    <w:multiLevelType w:val="hybridMultilevel"/>
    <w:tmpl w:val="2F542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197BE6"/>
    <w:multiLevelType w:val="hybridMultilevel"/>
    <w:tmpl w:val="053C20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C057B6"/>
    <w:multiLevelType w:val="hybridMultilevel"/>
    <w:tmpl w:val="31FA9D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5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0A4"/>
    <w:rsid w:val="000019AF"/>
    <w:rsid w:val="000254D3"/>
    <w:rsid w:val="00035562"/>
    <w:rsid w:val="000600E4"/>
    <w:rsid w:val="00066BBD"/>
    <w:rsid w:val="00070564"/>
    <w:rsid w:val="000A2FEA"/>
    <w:rsid w:val="000B04E9"/>
    <w:rsid w:val="000B4BF7"/>
    <w:rsid w:val="000C3F87"/>
    <w:rsid w:val="000F1599"/>
    <w:rsid w:val="000F4AA4"/>
    <w:rsid w:val="00107980"/>
    <w:rsid w:val="00114C6C"/>
    <w:rsid w:val="00126EC9"/>
    <w:rsid w:val="00143285"/>
    <w:rsid w:val="00182EAB"/>
    <w:rsid w:val="001A5377"/>
    <w:rsid w:val="001B5D29"/>
    <w:rsid w:val="001C2E28"/>
    <w:rsid w:val="001C793D"/>
    <w:rsid w:val="00232D9A"/>
    <w:rsid w:val="002406BD"/>
    <w:rsid w:val="002460AD"/>
    <w:rsid w:val="00280BFF"/>
    <w:rsid w:val="00282485"/>
    <w:rsid w:val="00295AD6"/>
    <w:rsid w:val="002A6541"/>
    <w:rsid w:val="002A6DE5"/>
    <w:rsid w:val="002A78F5"/>
    <w:rsid w:val="002B61A5"/>
    <w:rsid w:val="002E0704"/>
    <w:rsid w:val="002E7C9F"/>
    <w:rsid w:val="00311BE9"/>
    <w:rsid w:val="00322A30"/>
    <w:rsid w:val="0033452D"/>
    <w:rsid w:val="00335231"/>
    <w:rsid w:val="003A7F00"/>
    <w:rsid w:val="003F75B8"/>
    <w:rsid w:val="00403044"/>
    <w:rsid w:val="004055A4"/>
    <w:rsid w:val="004411F0"/>
    <w:rsid w:val="004D7148"/>
    <w:rsid w:val="004E2E81"/>
    <w:rsid w:val="004F0077"/>
    <w:rsid w:val="004F09B5"/>
    <w:rsid w:val="00503C6B"/>
    <w:rsid w:val="00505D68"/>
    <w:rsid w:val="00512DB6"/>
    <w:rsid w:val="00513AE8"/>
    <w:rsid w:val="0052002F"/>
    <w:rsid w:val="005223F1"/>
    <w:rsid w:val="00536546"/>
    <w:rsid w:val="00577176"/>
    <w:rsid w:val="00583A67"/>
    <w:rsid w:val="005A6984"/>
    <w:rsid w:val="005D19FF"/>
    <w:rsid w:val="006170E7"/>
    <w:rsid w:val="00644110"/>
    <w:rsid w:val="00652A66"/>
    <w:rsid w:val="0066437C"/>
    <w:rsid w:val="006A2E8A"/>
    <w:rsid w:val="006D2C8D"/>
    <w:rsid w:val="006E0D30"/>
    <w:rsid w:val="006E4C6A"/>
    <w:rsid w:val="006F5829"/>
    <w:rsid w:val="007348CB"/>
    <w:rsid w:val="00756DB2"/>
    <w:rsid w:val="00790FB7"/>
    <w:rsid w:val="007E34D9"/>
    <w:rsid w:val="00831D3E"/>
    <w:rsid w:val="0085278B"/>
    <w:rsid w:val="008E5C0F"/>
    <w:rsid w:val="009163EF"/>
    <w:rsid w:val="009265F8"/>
    <w:rsid w:val="00954FA1"/>
    <w:rsid w:val="009C0399"/>
    <w:rsid w:val="009F165D"/>
    <w:rsid w:val="009F40A4"/>
    <w:rsid w:val="00A1081F"/>
    <w:rsid w:val="00A26E79"/>
    <w:rsid w:val="00A365B9"/>
    <w:rsid w:val="00A557C0"/>
    <w:rsid w:val="00A61467"/>
    <w:rsid w:val="00A83AFB"/>
    <w:rsid w:val="00A913F5"/>
    <w:rsid w:val="00B12CCC"/>
    <w:rsid w:val="00B2337A"/>
    <w:rsid w:val="00B53FF6"/>
    <w:rsid w:val="00B67ADB"/>
    <w:rsid w:val="00B705F2"/>
    <w:rsid w:val="00BB6BBA"/>
    <w:rsid w:val="00BC78FD"/>
    <w:rsid w:val="00BF37B9"/>
    <w:rsid w:val="00C3474C"/>
    <w:rsid w:val="00C35A1F"/>
    <w:rsid w:val="00C97BC5"/>
    <w:rsid w:val="00CD1333"/>
    <w:rsid w:val="00D00EBE"/>
    <w:rsid w:val="00D357D4"/>
    <w:rsid w:val="00D84F29"/>
    <w:rsid w:val="00DA054C"/>
    <w:rsid w:val="00DA28F5"/>
    <w:rsid w:val="00E1419C"/>
    <w:rsid w:val="00E248B5"/>
    <w:rsid w:val="00E647AD"/>
    <w:rsid w:val="00E93B9C"/>
    <w:rsid w:val="00EA3649"/>
    <w:rsid w:val="00EE534B"/>
    <w:rsid w:val="00F25CF7"/>
    <w:rsid w:val="00F27A2F"/>
    <w:rsid w:val="00FA6112"/>
    <w:rsid w:val="00FE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3796D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53FF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0B0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B04E9"/>
  </w:style>
  <w:style w:type="paragraph" w:styleId="Fuzeile">
    <w:name w:val="footer"/>
    <w:basedOn w:val="Standard"/>
    <w:link w:val="FuzeileZeichen"/>
    <w:uiPriority w:val="99"/>
    <w:unhideWhenUsed/>
    <w:rsid w:val="000B0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0B04E9"/>
  </w:style>
  <w:style w:type="table" w:styleId="Tabellenraster">
    <w:name w:val="Table Grid"/>
    <w:basedOn w:val="NormaleTabelle"/>
    <w:uiPriority w:val="59"/>
    <w:rsid w:val="000B04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uiPriority w:val="99"/>
    <w:semiHidden/>
    <w:rsid w:val="0033452D"/>
    <w:rPr>
      <w:color w:val="808080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33452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eichen">
    <w:name w:val="Sprechblasentext Zeichen"/>
    <w:link w:val="Sprechblasentext"/>
    <w:uiPriority w:val="99"/>
    <w:semiHidden/>
    <w:rsid w:val="003345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53FF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0B0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B04E9"/>
  </w:style>
  <w:style w:type="paragraph" w:styleId="Fuzeile">
    <w:name w:val="footer"/>
    <w:basedOn w:val="Standard"/>
    <w:link w:val="FuzeileZeichen"/>
    <w:uiPriority w:val="99"/>
    <w:unhideWhenUsed/>
    <w:rsid w:val="000B0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0B04E9"/>
  </w:style>
  <w:style w:type="table" w:styleId="Tabellenraster">
    <w:name w:val="Table Grid"/>
    <w:basedOn w:val="NormaleTabelle"/>
    <w:uiPriority w:val="59"/>
    <w:rsid w:val="000B04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uiPriority w:val="99"/>
    <w:semiHidden/>
    <w:rsid w:val="0033452D"/>
    <w:rPr>
      <w:color w:val="808080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33452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eichen">
    <w:name w:val="Sprechblasentext Zeichen"/>
    <w:link w:val="Sprechblasentext"/>
    <w:uiPriority w:val="99"/>
    <w:semiHidden/>
    <w:rsid w:val="003345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emf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e\Documents\02_privat\Vorlagen\Informatik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C7419-C9CF-7742-83DF-9A67B92AE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\Users\Loe\Documents\02_privat\Vorlagen\Informatik.dotx</Template>
  <TotalTime>0</TotalTime>
  <Pages>4</Pages>
  <Words>529</Words>
  <Characters>3333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3855</CharactersWithSpaces>
  <SharedDoc>false</SharedDoc>
  <HLinks>
    <vt:vector size="12" baseType="variant">
      <vt:variant>
        <vt:i4>1179769</vt:i4>
      </vt:variant>
      <vt:variant>
        <vt:i4>2794</vt:i4>
      </vt:variant>
      <vt:variant>
        <vt:i4>1026</vt:i4>
      </vt:variant>
      <vt:variant>
        <vt:i4>1</vt:i4>
      </vt:variant>
      <vt:variant>
        <vt:lpwstr>120830_NikoHaus0</vt:lpwstr>
      </vt:variant>
      <vt:variant>
        <vt:lpwstr/>
      </vt:variant>
      <vt:variant>
        <vt:i4>1048697</vt:i4>
      </vt:variant>
      <vt:variant>
        <vt:i4>2839</vt:i4>
      </vt:variant>
      <vt:variant>
        <vt:i4>1027</vt:i4>
      </vt:variant>
      <vt:variant>
        <vt:i4>1</vt:i4>
      </vt:variant>
      <vt:variant>
        <vt:lpwstr>120830_NikoHaus2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</dc:creator>
  <cp:keywords/>
  <cp:lastModifiedBy>Klaus Dingemann</cp:lastModifiedBy>
  <cp:revision>3</cp:revision>
  <cp:lastPrinted>2013-05-09T15:26:00Z</cp:lastPrinted>
  <dcterms:created xsi:type="dcterms:W3CDTF">2015-08-30T19:41:00Z</dcterms:created>
  <dcterms:modified xsi:type="dcterms:W3CDTF">2016-01-12T10:08:00Z</dcterms:modified>
</cp:coreProperties>
</file>